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right" w:tblpY="1"/>
        <w:tblOverlap w:val="never"/>
        <w:tblW w:w="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30" w:color="auto" w:fill="auto"/>
        <w:tblLayout w:type="fixed"/>
        <w:tblLook w:val="0000" w:firstRow="0" w:lastRow="0" w:firstColumn="0" w:lastColumn="0" w:noHBand="0" w:noVBand="0"/>
      </w:tblPr>
      <w:tblGrid>
        <w:gridCol w:w="1711"/>
      </w:tblGrid>
      <w:tr w:rsidR="001B7DBD" w:rsidRPr="001B7DBD" w14:paraId="063535CC" w14:textId="77777777" w:rsidTr="00855CE4">
        <w:trPr>
          <w:trHeight w:val="110"/>
        </w:trPr>
        <w:tc>
          <w:tcPr>
            <w:tcW w:w="1711" w:type="dxa"/>
            <w:shd w:val="pct30" w:color="auto" w:fill="auto"/>
          </w:tcPr>
          <w:p w14:paraId="0ED7C1DF" w14:textId="5BD790F2" w:rsidR="001B7DBD" w:rsidRPr="001B7DBD" w:rsidRDefault="001B7DBD" w:rsidP="00855CE4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7DB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Nr </w:t>
            </w:r>
            <w:r w:rsidR="00F100F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</w:tbl>
    <w:p w14:paraId="1A6FFF6C" w14:textId="77777777" w:rsidR="00B1095D" w:rsidRPr="00C97BA2" w:rsidRDefault="00B1095D" w:rsidP="00EC18E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E3D62F" w14:textId="77777777" w:rsidR="00C67794" w:rsidRDefault="00C67794" w:rsidP="00C97BA2">
      <w:pPr>
        <w:tabs>
          <w:tab w:val="left" w:pos="534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47"/>
      </w:tblGrid>
      <w:tr w:rsidR="003868DC" w14:paraId="2C469AFB" w14:textId="77777777" w:rsidTr="00C531E1">
        <w:trPr>
          <w:trHeight w:val="1012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CF69F35" w14:textId="77777777" w:rsidR="003868DC" w:rsidRDefault="003868DC" w:rsidP="00C531E1">
            <w:pPr>
              <w:tabs>
                <w:tab w:val="left" w:pos="3675"/>
              </w:tabs>
              <w:jc w:val="both"/>
              <w:rPr>
                <w:rFonts w:cs="Calibri"/>
                <w:color w:val="000000"/>
              </w:rPr>
            </w:pPr>
          </w:p>
        </w:tc>
      </w:tr>
      <w:tr w:rsidR="003868DC" w14:paraId="4358FAE9" w14:textId="77777777" w:rsidTr="00C531E1">
        <w:trPr>
          <w:trHeight w:val="395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BB46A26" w14:textId="77777777" w:rsidR="003868DC" w:rsidRPr="00833C77" w:rsidRDefault="003868DC" w:rsidP="00C531E1">
            <w:pPr>
              <w:tabs>
                <w:tab w:val="left" w:pos="3675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/ imię i nazwisko/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 Wykonawcy</w:t>
            </w:r>
          </w:p>
        </w:tc>
      </w:tr>
    </w:tbl>
    <w:p w14:paraId="386A7B0D" w14:textId="77777777" w:rsidR="00C97BA2" w:rsidRPr="00FC1A1C" w:rsidRDefault="00C97BA2" w:rsidP="00C97BA2">
      <w:pPr>
        <w:tabs>
          <w:tab w:val="left" w:pos="534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4B69CC" w14:textId="77777777" w:rsidR="00C97BA2" w:rsidRPr="00FC1A1C" w:rsidRDefault="00C97BA2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14"/>
          <w:szCs w:val="23"/>
        </w:rPr>
      </w:pPr>
    </w:p>
    <w:p w14:paraId="597764F1" w14:textId="77777777" w:rsidR="00D405F2" w:rsidRDefault="00C97BA2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3"/>
        </w:rPr>
      </w:pPr>
      <w:r w:rsidRPr="00FC1A1C">
        <w:rPr>
          <w:rFonts w:asciiTheme="minorHAnsi" w:hAnsiTheme="minorHAnsi" w:cstheme="minorHAnsi"/>
          <w:b/>
          <w:sz w:val="22"/>
          <w:szCs w:val="23"/>
        </w:rPr>
        <w:t>OŚWIADCZENIE WYKONAWCY</w:t>
      </w:r>
      <w:r w:rsidR="00C67794">
        <w:rPr>
          <w:rFonts w:asciiTheme="minorHAnsi" w:hAnsiTheme="minorHAnsi" w:cstheme="minorHAnsi"/>
          <w:b/>
          <w:sz w:val="22"/>
          <w:szCs w:val="23"/>
        </w:rPr>
        <w:t xml:space="preserve"> </w:t>
      </w:r>
      <w:r w:rsidR="00D405F2">
        <w:rPr>
          <w:rFonts w:asciiTheme="minorHAnsi" w:hAnsiTheme="minorHAnsi" w:cstheme="minorHAnsi"/>
          <w:b/>
          <w:sz w:val="22"/>
          <w:szCs w:val="23"/>
        </w:rPr>
        <w:br/>
        <w:t>DOT. SPEŁNIENIA WARUNKÓW UDZIAŁU W POSTEPOWANIU</w:t>
      </w:r>
      <w:r w:rsidR="00960E89">
        <w:rPr>
          <w:rFonts w:asciiTheme="minorHAnsi" w:hAnsiTheme="minorHAnsi" w:cstheme="minorHAnsi"/>
          <w:b/>
          <w:sz w:val="22"/>
          <w:szCs w:val="23"/>
        </w:rPr>
        <w:t xml:space="preserve"> </w:t>
      </w:r>
    </w:p>
    <w:p w14:paraId="434E8867" w14:textId="77777777" w:rsidR="00D405F2" w:rsidRDefault="00D405F2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3"/>
        </w:rPr>
      </w:pPr>
    </w:p>
    <w:p w14:paraId="6FE57DEF" w14:textId="77777777" w:rsidR="00D405F2" w:rsidRDefault="00D405F2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3"/>
        </w:rPr>
      </w:pPr>
    </w:p>
    <w:p w14:paraId="521D2CC3" w14:textId="77777777" w:rsidR="00D405F2" w:rsidRPr="00EA3B80" w:rsidRDefault="00D405F2" w:rsidP="00D405F2">
      <w:pPr>
        <w:spacing w:line="240" w:lineRule="auto"/>
        <w:jc w:val="center"/>
        <w:rPr>
          <w:rFonts w:ascii="Calibri" w:hAnsi="Calibri"/>
        </w:rPr>
      </w:pPr>
      <w:r w:rsidRPr="00512946">
        <w:rPr>
          <w:rFonts w:ascii="Calibri" w:hAnsi="Calibri"/>
          <w:sz w:val="22"/>
          <w:szCs w:val="22"/>
        </w:rPr>
        <w:t xml:space="preserve">Ja niżej podpisany </w:t>
      </w:r>
      <w:r w:rsidRPr="00EA3B80">
        <w:rPr>
          <w:rFonts w:ascii="Calibri" w:hAnsi="Calibri"/>
        </w:rPr>
        <w:t>_________________________________________________________</w:t>
      </w:r>
    </w:p>
    <w:p w14:paraId="444B2741" w14:textId="77777777" w:rsidR="00D405F2" w:rsidRPr="00EA3B80" w:rsidRDefault="00D405F2" w:rsidP="00D405F2">
      <w:pPr>
        <w:spacing w:line="240" w:lineRule="auto"/>
        <w:ind w:left="708"/>
        <w:jc w:val="center"/>
        <w:rPr>
          <w:rFonts w:ascii="Calibri" w:hAnsi="Calibri"/>
          <w:i/>
          <w:sz w:val="18"/>
          <w:szCs w:val="18"/>
          <w:vertAlign w:val="superscript"/>
        </w:rPr>
      </w:pPr>
      <w:r w:rsidRPr="00EA3B80">
        <w:rPr>
          <w:rFonts w:ascii="Calibri" w:hAnsi="Calibri"/>
          <w:i/>
          <w:sz w:val="18"/>
          <w:szCs w:val="18"/>
          <w:vertAlign w:val="superscript"/>
        </w:rPr>
        <w:t>(imię i nazwisko składającego wykaz)</w:t>
      </w:r>
    </w:p>
    <w:p w14:paraId="122DD078" w14:textId="77777777" w:rsidR="00D405F2" w:rsidRPr="00EA3B80" w:rsidRDefault="00D405F2" w:rsidP="00D405F2">
      <w:pPr>
        <w:spacing w:line="240" w:lineRule="auto"/>
        <w:ind w:left="708"/>
        <w:jc w:val="center"/>
        <w:rPr>
          <w:rFonts w:ascii="Calibri" w:hAnsi="Calibri"/>
          <w:i/>
          <w:sz w:val="18"/>
          <w:szCs w:val="18"/>
        </w:rPr>
      </w:pPr>
    </w:p>
    <w:p w14:paraId="02A335A2" w14:textId="77777777" w:rsidR="00D405F2" w:rsidRPr="00EA3B80" w:rsidRDefault="00D405F2" w:rsidP="00D405F2">
      <w:pPr>
        <w:spacing w:line="240" w:lineRule="auto"/>
        <w:ind w:left="708"/>
        <w:jc w:val="center"/>
        <w:rPr>
          <w:rFonts w:ascii="Calibri" w:hAnsi="Calibri"/>
          <w:i/>
          <w:sz w:val="18"/>
          <w:szCs w:val="18"/>
        </w:rPr>
      </w:pPr>
      <w:r w:rsidRPr="00EA3B80">
        <w:rPr>
          <w:rFonts w:ascii="Calibri" w:hAnsi="Calibri"/>
          <w:i/>
          <w:sz w:val="18"/>
          <w:szCs w:val="18"/>
        </w:rPr>
        <w:t xml:space="preserve"> będąc upoważnionym do reprezentowania Wykonawcy</w:t>
      </w:r>
    </w:p>
    <w:p w14:paraId="4A4D3781" w14:textId="77777777" w:rsidR="00D405F2" w:rsidRPr="00EA3B80" w:rsidRDefault="00D405F2" w:rsidP="00D405F2">
      <w:pPr>
        <w:spacing w:line="240" w:lineRule="auto"/>
        <w:jc w:val="center"/>
        <w:rPr>
          <w:rFonts w:ascii="Calibri" w:hAnsi="Calibri"/>
        </w:rPr>
      </w:pPr>
      <w:r w:rsidRPr="00EA3B80">
        <w:rPr>
          <w:rFonts w:ascii="Calibri" w:hAnsi="Calibri"/>
        </w:rPr>
        <w:t>___________________________________________________________________________</w:t>
      </w:r>
    </w:p>
    <w:p w14:paraId="0F573DCA" w14:textId="77777777" w:rsidR="00D405F2" w:rsidRPr="00EA3B80" w:rsidRDefault="00D405F2" w:rsidP="00D405F2">
      <w:pPr>
        <w:spacing w:line="240" w:lineRule="auto"/>
        <w:jc w:val="center"/>
        <w:rPr>
          <w:rFonts w:ascii="Calibri" w:hAnsi="Calibri"/>
          <w:i/>
          <w:sz w:val="18"/>
          <w:szCs w:val="18"/>
          <w:vertAlign w:val="superscript"/>
        </w:rPr>
      </w:pPr>
      <w:r w:rsidRPr="00EA3B80">
        <w:rPr>
          <w:rFonts w:ascii="Calibri" w:hAnsi="Calibri"/>
          <w:i/>
          <w:sz w:val="18"/>
          <w:szCs w:val="18"/>
          <w:vertAlign w:val="superscript"/>
        </w:rPr>
        <w:t>(nazwa Wykonawcy)</w:t>
      </w:r>
    </w:p>
    <w:p w14:paraId="20EA2469" w14:textId="77777777" w:rsidR="00D405F2" w:rsidRPr="00EA3B80" w:rsidRDefault="00D405F2" w:rsidP="00D405F2">
      <w:pPr>
        <w:spacing w:line="240" w:lineRule="auto"/>
        <w:jc w:val="center"/>
        <w:rPr>
          <w:rFonts w:ascii="Calibri" w:hAnsi="Calibri"/>
        </w:rPr>
      </w:pPr>
      <w:r w:rsidRPr="00EA3B80">
        <w:rPr>
          <w:rFonts w:ascii="Calibri" w:hAnsi="Calibri"/>
        </w:rPr>
        <w:t>___________________________________________________________________________</w:t>
      </w:r>
    </w:p>
    <w:p w14:paraId="51838232" w14:textId="77777777" w:rsidR="00D405F2" w:rsidRPr="00EA3B80" w:rsidRDefault="00D405F2" w:rsidP="00D405F2">
      <w:pPr>
        <w:spacing w:line="240" w:lineRule="auto"/>
        <w:jc w:val="center"/>
        <w:rPr>
          <w:rFonts w:ascii="Calibri" w:hAnsi="Calibri"/>
          <w:i/>
          <w:sz w:val="18"/>
          <w:szCs w:val="18"/>
          <w:vertAlign w:val="superscript"/>
        </w:rPr>
      </w:pPr>
      <w:r w:rsidRPr="00EA3B80">
        <w:rPr>
          <w:rFonts w:ascii="Calibri" w:hAnsi="Calibri"/>
          <w:i/>
          <w:sz w:val="18"/>
          <w:szCs w:val="18"/>
          <w:vertAlign w:val="superscript"/>
        </w:rPr>
        <w:t>(adres siedziby Wykonawcy)</w:t>
      </w:r>
    </w:p>
    <w:p w14:paraId="3D269EE4" w14:textId="77777777" w:rsidR="00D405F2" w:rsidRPr="00EA3B80" w:rsidRDefault="00D405F2" w:rsidP="00D405F2">
      <w:pPr>
        <w:spacing w:line="240" w:lineRule="auto"/>
        <w:jc w:val="center"/>
        <w:rPr>
          <w:rFonts w:ascii="Calibri" w:hAnsi="Calibri"/>
          <w:sz w:val="20"/>
          <w:szCs w:val="20"/>
        </w:rPr>
      </w:pPr>
    </w:p>
    <w:p w14:paraId="251B6A1A" w14:textId="1ADC6CCD" w:rsidR="00F76E92" w:rsidRDefault="00D405F2" w:rsidP="00D405F2">
      <w:pPr>
        <w:spacing w:line="240" w:lineRule="auto"/>
        <w:jc w:val="both"/>
        <w:rPr>
          <w:rFonts w:ascii="Calibri" w:hAnsi="Calibri"/>
          <w:i/>
          <w:sz w:val="22"/>
          <w:szCs w:val="22"/>
        </w:rPr>
      </w:pPr>
      <w:r w:rsidRPr="00512946">
        <w:rPr>
          <w:rFonts w:ascii="Calibri" w:hAnsi="Calibri"/>
          <w:sz w:val="22"/>
          <w:szCs w:val="22"/>
        </w:rPr>
        <w:t xml:space="preserve">biorącego udział w zapytaniu ofertowym </w:t>
      </w:r>
      <w:r w:rsidRPr="00512946">
        <w:rPr>
          <w:rFonts w:ascii="Calibri" w:hAnsi="Calibri"/>
          <w:iCs/>
          <w:sz w:val="22"/>
          <w:szCs w:val="22"/>
        </w:rPr>
        <w:t xml:space="preserve">na </w:t>
      </w:r>
      <w:r w:rsidR="00F9453C" w:rsidRPr="00F9453C">
        <w:rPr>
          <w:rFonts w:ascii="Calibri" w:hAnsi="Calibri"/>
          <w:b/>
          <w:bCs/>
          <w:iCs/>
          <w:sz w:val="22"/>
          <w:szCs w:val="22"/>
        </w:rPr>
        <w:t xml:space="preserve">dostawę w formie leasingu </w:t>
      </w:r>
      <w:r w:rsidR="003868DC">
        <w:rPr>
          <w:rFonts w:ascii="Calibri" w:hAnsi="Calibri"/>
          <w:b/>
          <w:bCs/>
          <w:iCs/>
          <w:sz w:val="22"/>
          <w:szCs w:val="22"/>
        </w:rPr>
        <w:t>operacyjnego</w:t>
      </w:r>
      <w:r w:rsidR="00F9453C" w:rsidRPr="00F9453C">
        <w:rPr>
          <w:rFonts w:ascii="Calibri" w:hAnsi="Calibri"/>
          <w:b/>
          <w:bCs/>
          <w:iCs/>
          <w:sz w:val="22"/>
          <w:szCs w:val="22"/>
        </w:rPr>
        <w:t xml:space="preserve"> nowego samochodu osobowego</w:t>
      </w:r>
      <w:r w:rsidR="00BA6D6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BA6D6E">
        <w:rPr>
          <w:rFonts w:ascii="Calibri" w:hAnsi="Calibri" w:cs="Calibri"/>
          <w:b/>
          <w:bCs/>
          <w:sz w:val="22"/>
          <w:szCs w:val="22"/>
        </w:rPr>
        <w:t>z opcją wykupu</w:t>
      </w:r>
      <w:r w:rsidR="00F9453C" w:rsidRPr="00F9453C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Pr="00512946">
        <w:rPr>
          <w:rFonts w:ascii="Calibri" w:hAnsi="Calibri"/>
          <w:iCs/>
          <w:sz w:val="22"/>
          <w:szCs w:val="22"/>
        </w:rPr>
        <w:t xml:space="preserve">w ramach </w:t>
      </w:r>
      <w:r w:rsidRPr="00F76E92">
        <w:rPr>
          <w:rFonts w:asciiTheme="minorHAnsi" w:hAnsiTheme="minorHAnsi" w:cstheme="minorHAnsi"/>
          <w:iCs/>
          <w:sz w:val="22"/>
          <w:szCs w:val="22"/>
        </w:rPr>
        <w:t xml:space="preserve">projektu </w:t>
      </w:r>
      <w:r w:rsidR="00F76E92" w:rsidRPr="00F76E92">
        <w:rPr>
          <w:rFonts w:asciiTheme="minorHAnsi" w:hAnsiTheme="minorHAnsi" w:cstheme="minorHAnsi"/>
          <w:b/>
          <w:bCs/>
        </w:rPr>
        <w:t>„Wspieramy - pomagamy - działamy - wsparcie usług opiekuńczych na terenie subregionu północnego województwa opolskiego”</w:t>
      </w:r>
      <w:r w:rsidR="00F76E92" w:rsidRPr="00F76E92">
        <w:rPr>
          <w:rFonts w:asciiTheme="minorHAnsi" w:hAnsiTheme="minorHAnsi" w:cstheme="minorHAnsi"/>
        </w:rPr>
        <w:t xml:space="preserve"> współfinansowanego ze środków Europejskiego Funduszu Społecznego Plus (EFS+), Priorytet FEO 2021-2027 07 - Fundusze Europejskie wspierające usługi społeczne i zdrowotne w opolskim, Działanie FEO 2021-2027 07.01 - Usługi zdrowotne i społeczne oraz opieka długoterminowa</w:t>
      </w:r>
    </w:p>
    <w:p w14:paraId="7BFEA7DE" w14:textId="2B563426" w:rsidR="00D405F2" w:rsidRDefault="00D405F2" w:rsidP="00D405F2">
      <w:pPr>
        <w:spacing w:line="240" w:lineRule="auto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D405F2">
        <w:rPr>
          <w:rFonts w:asciiTheme="minorHAnsi" w:eastAsia="Calibri" w:hAnsiTheme="minorHAnsi" w:cstheme="minorHAnsi"/>
          <w:iCs/>
          <w:sz w:val="22"/>
          <w:szCs w:val="22"/>
        </w:rPr>
        <w:t>oświadczam, że</w:t>
      </w:r>
      <w:r>
        <w:rPr>
          <w:rFonts w:asciiTheme="minorHAnsi" w:eastAsia="Calibri" w:hAnsiTheme="minorHAnsi" w:cstheme="minorHAnsi"/>
          <w:iCs/>
          <w:sz w:val="22"/>
          <w:szCs w:val="22"/>
        </w:rPr>
        <w:t xml:space="preserve">: </w:t>
      </w:r>
    </w:p>
    <w:p w14:paraId="1153041F" w14:textId="77777777" w:rsidR="00D90826" w:rsidRDefault="00D405F2" w:rsidP="00411C0E">
      <w:pPr>
        <w:pStyle w:val="Akapitzlist"/>
        <w:widowControl w:val="0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405F2">
        <w:rPr>
          <w:rFonts w:asciiTheme="minorHAnsi" w:hAnsiTheme="minorHAnsi" w:cstheme="minorHAnsi"/>
          <w:sz w:val="22"/>
          <w:szCs w:val="22"/>
        </w:rPr>
        <w:t xml:space="preserve">wobec mnie jako wykonawcy / reprezentowanego przeze mnie podmiotu </w:t>
      </w:r>
      <w:proofErr w:type="gramStart"/>
      <w:r w:rsidRPr="00D405F2">
        <w:rPr>
          <w:rFonts w:asciiTheme="minorHAnsi" w:hAnsiTheme="minorHAnsi" w:cstheme="minorHAnsi"/>
          <w:sz w:val="22"/>
          <w:szCs w:val="22"/>
        </w:rPr>
        <w:t xml:space="preserve">nie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405F2">
        <w:rPr>
          <w:rFonts w:asciiTheme="minorHAnsi" w:hAnsiTheme="minorHAnsi" w:cstheme="minorHAnsi"/>
          <w:sz w:val="22"/>
          <w:szCs w:val="22"/>
        </w:rPr>
        <w:t>jest</w:t>
      </w:r>
      <w:proofErr w:type="gramEnd"/>
      <w:r w:rsidRPr="00D405F2">
        <w:rPr>
          <w:rFonts w:asciiTheme="minorHAnsi" w:hAnsiTheme="minorHAnsi" w:cstheme="minorHAnsi"/>
          <w:sz w:val="22"/>
          <w:szCs w:val="22"/>
        </w:rPr>
        <w:t xml:space="preserve"> prowadzone żadne postępowanie upadłościowe, likwidacyjne bądź inne </w:t>
      </w:r>
      <w:proofErr w:type="gramStart"/>
      <w:r w:rsidRPr="00D405F2">
        <w:rPr>
          <w:rFonts w:asciiTheme="minorHAnsi" w:hAnsiTheme="minorHAnsi" w:cstheme="minorHAnsi"/>
          <w:sz w:val="22"/>
          <w:szCs w:val="22"/>
        </w:rPr>
        <w:t xml:space="preserve">postępowanie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405F2">
        <w:rPr>
          <w:rFonts w:asciiTheme="minorHAnsi" w:hAnsiTheme="minorHAnsi" w:cstheme="minorHAnsi"/>
          <w:sz w:val="22"/>
          <w:szCs w:val="22"/>
        </w:rPr>
        <w:t>zmierzające</w:t>
      </w:r>
      <w:proofErr w:type="gramEnd"/>
      <w:r w:rsidRPr="00D405F2">
        <w:rPr>
          <w:rFonts w:asciiTheme="minorHAnsi" w:hAnsiTheme="minorHAnsi" w:cstheme="minorHAnsi"/>
          <w:sz w:val="22"/>
          <w:szCs w:val="22"/>
        </w:rPr>
        <w:t xml:space="preserve"> do likwidacji przedsiębiorstwa.</w:t>
      </w:r>
    </w:p>
    <w:p w14:paraId="0A14AE24" w14:textId="192BEDC8" w:rsidR="00E60EA4" w:rsidRDefault="00E60EA4" w:rsidP="00411C0E">
      <w:pPr>
        <w:pStyle w:val="Akapitzlist"/>
        <w:widowControl w:val="0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60EA4">
        <w:rPr>
          <w:rFonts w:asciiTheme="minorHAnsi" w:hAnsiTheme="minorHAnsi" w:cstheme="minorHAnsi"/>
          <w:sz w:val="22"/>
          <w:szCs w:val="22"/>
        </w:rPr>
        <w:t>znajduj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E60EA4">
        <w:rPr>
          <w:rFonts w:asciiTheme="minorHAnsi" w:hAnsiTheme="minorHAnsi" w:cstheme="minorHAnsi"/>
          <w:sz w:val="22"/>
          <w:szCs w:val="22"/>
        </w:rPr>
        <w:t xml:space="preserve"> się w sytuacji ekonomicznej i finansowej zapewniającej wykonanie zamówienia zgodnie ze szczegółowym opisem przedmiotu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DA09E9C" w14:textId="033CED79" w:rsidR="00411C0E" w:rsidRPr="00D90826" w:rsidRDefault="00411C0E" w:rsidP="00411C0E">
      <w:pPr>
        <w:pStyle w:val="Akapitzlist"/>
        <w:widowControl w:val="0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90826">
        <w:rPr>
          <w:rFonts w:asciiTheme="minorHAnsi" w:hAnsiTheme="minorHAnsi" w:cstheme="minorHAnsi"/>
          <w:sz w:val="22"/>
          <w:szCs w:val="22"/>
        </w:rPr>
        <w:t xml:space="preserve">wszystkie informacje podane w powyższym oświadczeniu są aktualne i zgodne </w:t>
      </w:r>
      <w:r w:rsidRPr="00D90826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F98E2B3" w14:textId="77777777" w:rsidR="00D90826" w:rsidRDefault="00D90826" w:rsidP="00EE7CDF">
      <w:pPr>
        <w:tabs>
          <w:tab w:val="left" w:pos="534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89E3D56" w14:textId="77777777" w:rsidR="00D90826" w:rsidRDefault="00D90826" w:rsidP="00EE7CDF">
      <w:pPr>
        <w:tabs>
          <w:tab w:val="left" w:pos="534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0D278E3" w14:textId="77777777" w:rsidR="00D90826" w:rsidRDefault="00D90826" w:rsidP="00EE7CDF">
      <w:p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5EDDB527" w14:textId="77777777" w:rsidR="00C67794" w:rsidRPr="00FA1940" w:rsidRDefault="00C67794" w:rsidP="00D405F2">
      <w:p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0"/>
          <w:szCs w:val="20"/>
        </w:rPr>
      </w:pPr>
    </w:p>
    <w:p w14:paraId="168C2390" w14:textId="77777777" w:rsidR="00FA1940" w:rsidRPr="00D46432" w:rsidRDefault="00FA1940" w:rsidP="00FA1940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83ED7EB" w14:textId="77777777" w:rsidR="00FA1940" w:rsidRPr="00D46432" w:rsidRDefault="00FA1940" w:rsidP="00FA1940">
      <w:pPr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74337CF" w14:textId="77777777" w:rsidR="00FA1940" w:rsidRPr="00D46432" w:rsidRDefault="00FA1940" w:rsidP="00FA1940">
      <w:pPr>
        <w:tabs>
          <w:tab w:val="left" w:pos="5344"/>
        </w:tabs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____________________________</w:t>
      </w:r>
      <w:r w:rsidRPr="00D46432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     _______________________________</w:t>
      </w:r>
    </w:p>
    <w:p w14:paraId="0D268E80" w14:textId="3511BE78" w:rsidR="00FA1940" w:rsidRPr="00B470D8" w:rsidRDefault="00FA1940" w:rsidP="00FA6128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 xml:space="preserve">(miejscowość i </w:t>
      </w:r>
      <w:proofErr w:type="gramStart"/>
      <w:r w:rsidRPr="00D46432">
        <w:rPr>
          <w:rFonts w:asciiTheme="minorHAnsi" w:eastAsia="Calibri" w:hAnsiTheme="minorHAnsi" w:cstheme="minorHAnsi"/>
          <w:i/>
          <w:sz w:val="20"/>
          <w:szCs w:val="20"/>
        </w:rPr>
        <w:t>data)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 </w:t>
      </w:r>
      <w:r>
        <w:rPr>
          <w:rFonts w:asciiTheme="minorHAnsi" w:eastAsia="Calibri" w:hAnsiTheme="minorHAnsi" w:cstheme="minorHAnsi"/>
          <w:i/>
          <w:sz w:val="20"/>
          <w:szCs w:val="20"/>
        </w:rPr>
        <w:tab/>
      </w:r>
      <w:proofErr w:type="gramEnd"/>
      <w:r>
        <w:rPr>
          <w:rFonts w:asciiTheme="minorHAnsi" w:eastAsia="Calibri" w:hAnsiTheme="minorHAnsi" w:cstheme="minorHAnsi"/>
          <w:i/>
          <w:sz w:val="20"/>
          <w:szCs w:val="20"/>
        </w:rPr>
        <w:t xml:space="preserve">   </w:t>
      </w:r>
      <w:proofErr w:type="gramStart"/>
      <w:r>
        <w:rPr>
          <w:rFonts w:asciiTheme="minorHAnsi" w:eastAsia="Calibri" w:hAnsiTheme="minorHAnsi" w:cstheme="minorHAnsi"/>
          <w:i/>
          <w:sz w:val="20"/>
          <w:szCs w:val="20"/>
        </w:rPr>
        <w:t xml:space="preserve">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(</w:t>
      </w:r>
      <w:proofErr w:type="gramEnd"/>
      <w:r w:rsidR="00C62C0B">
        <w:rPr>
          <w:rFonts w:asciiTheme="minorHAnsi" w:eastAsia="Calibri" w:hAnsiTheme="minorHAnsi" w:cstheme="minorHAnsi"/>
          <w:i/>
          <w:sz w:val="20"/>
          <w:szCs w:val="20"/>
        </w:rPr>
        <w:t xml:space="preserve">czytelny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podpis i pieczęć Wykonawcy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lub jego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upoważnionego przedstawiciela</w:t>
      </w:r>
    </w:p>
    <w:sectPr w:rsidR="00FA1940" w:rsidRPr="00B470D8" w:rsidSect="001E118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B49A1" w14:textId="77777777" w:rsidR="00027A15" w:rsidRDefault="00027A15">
      <w:r>
        <w:separator/>
      </w:r>
    </w:p>
  </w:endnote>
  <w:endnote w:type="continuationSeparator" w:id="0">
    <w:p w14:paraId="782C3F6F" w14:textId="77777777" w:rsidR="00027A15" w:rsidRDefault="0002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47D87B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6FC8C9D8" w:rsidR="0039481F" w:rsidRPr="00B01F08" w:rsidRDefault="0039481F" w:rsidP="0039481F">
    <w:pPr>
      <w:pStyle w:val="Stopka"/>
      <w:ind w:left="-709" w:firstLine="99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66A53" w14:textId="77777777" w:rsidR="00027A15" w:rsidRDefault="00027A15">
      <w:r>
        <w:separator/>
      </w:r>
    </w:p>
  </w:footnote>
  <w:footnote w:type="continuationSeparator" w:id="0">
    <w:p w14:paraId="05F68B39" w14:textId="77777777" w:rsidR="00027A15" w:rsidRDefault="00027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2181832F" w:rsidR="000174EA" w:rsidRDefault="00F76E92" w:rsidP="00F76E92">
    <w:pPr>
      <w:pStyle w:val="Nagwek"/>
      <w:ind w:left="-1134"/>
      <w:jc w:val="center"/>
    </w:pPr>
    <w:r w:rsidRPr="000D08E3">
      <w:rPr>
        <w:noProof/>
      </w:rPr>
      <w:drawing>
        <wp:inline distT="0" distB="0" distL="0" distR="0" wp14:anchorId="0CEBB1F1" wp14:editId="5F911FC3">
          <wp:extent cx="5759450" cy="732628"/>
          <wp:effectExtent l="0" t="0" r="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26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0174EA">
      <w:rPr>
        <w:noProof/>
      </w:rPr>
      <mc:AlternateContent>
        <mc:Choice Requires="wps">
          <w:drawing>
            <wp:inline distT="0" distB="0" distL="0" distR="0" wp14:anchorId="7D978CF6" wp14:editId="7EEFD41C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77AEEF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590AA7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color w:val="000000"/>
        <w:kern w:val="2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EA1E3C"/>
    <w:multiLevelType w:val="multilevel"/>
    <w:tmpl w:val="20001FF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AC4616"/>
    <w:multiLevelType w:val="multilevel"/>
    <w:tmpl w:val="D4322F4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232BAE"/>
    <w:multiLevelType w:val="multilevel"/>
    <w:tmpl w:val="424487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9D0"/>
    <w:multiLevelType w:val="multilevel"/>
    <w:tmpl w:val="88C22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D5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9166C95"/>
    <w:multiLevelType w:val="multilevel"/>
    <w:tmpl w:val="DC8C80F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1A1442"/>
    <w:multiLevelType w:val="multilevel"/>
    <w:tmpl w:val="95C4F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355AE"/>
    <w:multiLevelType w:val="hybridMultilevel"/>
    <w:tmpl w:val="0C0691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F49EB"/>
    <w:multiLevelType w:val="multilevel"/>
    <w:tmpl w:val="F550C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D619C"/>
    <w:multiLevelType w:val="multilevel"/>
    <w:tmpl w:val="C4C09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F226E9"/>
    <w:multiLevelType w:val="multilevel"/>
    <w:tmpl w:val="DF401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03BE0"/>
    <w:multiLevelType w:val="multilevel"/>
    <w:tmpl w:val="8DAEE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E1081"/>
    <w:multiLevelType w:val="hybridMultilevel"/>
    <w:tmpl w:val="D7C8BCE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D0911"/>
    <w:multiLevelType w:val="multilevel"/>
    <w:tmpl w:val="298E8C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50243"/>
    <w:multiLevelType w:val="multilevel"/>
    <w:tmpl w:val="EC1E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86D00"/>
    <w:multiLevelType w:val="multilevel"/>
    <w:tmpl w:val="B03211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E8629FC"/>
    <w:multiLevelType w:val="multilevel"/>
    <w:tmpl w:val="A89E6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D141C"/>
    <w:multiLevelType w:val="multilevel"/>
    <w:tmpl w:val="3BF6B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758B6"/>
    <w:multiLevelType w:val="multilevel"/>
    <w:tmpl w:val="2E942B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20A0525"/>
    <w:multiLevelType w:val="multilevel"/>
    <w:tmpl w:val="FA264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90DEC"/>
    <w:multiLevelType w:val="multilevel"/>
    <w:tmpl w:val="6EE84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C6CF9"/>
    <w:multiLevelType w:val="multilevel"/>
    <w:tmpl w:val="92A89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004C1"/>
    <w:multiLevelType w:val="multilevel"/>
    <w:tmpl w:val="3604AA0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952"/>
    <w:multiLevelType w:val="hybridMultilevel"/>
    <w:tmpl w:val="566CBF1A"/>
    <w:lvl w:ilvl="0" w:tplc="BDC22B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04B74"/>
    <w:multiLevelType w:val="multilevel"/>
    <w:tmpl w:val="B28C2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2182B"/>
    <w:multiLevelType w:val="multilevel"/>
    <w:tmpl w:val="A8D8F5B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B7B1373"/>
    <w:multiLevelType w:val="multilevel"/>
    <w:tmpl w:val="B3D09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F4D7A"/>
    <w:multiLevelType w:val="multilevel"/>
    <w:tmpl w:val="30A82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72884"/>
    <w:multiLevelType w:val="multilevel"/>
    <w:tmpl w:val="09FED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4B1884"/>
    <w:multiLevelType w:val="hybridMultilevel"/>
    <w:tmpl w:val="8E861A3A"/>
    <w:lvl w:ilvl="0" w:tplc="709ED41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1E1E"/>
    <w:multiLevelType w:val="hybridMultilevel"/>
    <w:tmpl w:val="31F0431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A01959"/>
    <w:multiLevelType w:val="multilevel"/>
    <w:tmpl w:val="5BECD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35C0A"/>
    <w:multiLevelType w:val="multilevel"/>
    <w:tmpl w:val="428E9EAC"/>
    <w:numStyleLink w:val="Lista1"/>
  </w:abstractNum>
  <w:num w:numId="1" w16cid:durableId="1175925745">
    <w:abstractNumId w:val="27"/>
  </w:num>
  <w:num w:numId="2" w16cid:durableId="894127449">
    <w:abstractNumId w:val="35"/>
  </w:num>
  <w:num w:numId="3" w16cid:durableId="1429889355">
    <w:abstractNumId w:val="19"/>
  </w:num>
  <w:num w:numId="4" w16cid:durableId="223487769">
    <w:abstractNumId w:val="2"/>
  </w:num>
  <w:num w:numId="5" w16cid:durableId="1201942104">
    <w:abstractNumId w:val="3"/>
  </w:num>
  <w:num w:numId="6" w16cid:durableId="1399018360">
    <w:abstractNumId w:val="14"/>
  </w:num>
  <w:num w:numId="7" w16cid:durableId="559369524">
    <w:abstractNumId w:val="23"/>
  </w:num>
  <w:num w:numId="8" w16cid:durableId="1951082758">
    <w:abstractNumId w:val="25"/>
  </w:num>
  <w:num w:numId="9" w16cid:durableId="1250117864">
    <w:abstractNumId w:val="5"/>
  </w:num>
  <w:num w:numId="10" w16cid:durableId="1329332492">
    <w:abstractNumId w:val="7"/>
  </w:num>
  <w:num w:numId="11" w16cid:durableId="1996521153">
    <w:abstractNumId w:val="1"/>
  </w:num>
  <w:num w:numId="12" w16cid:durableId="1261988477">
    <w:abstractNumId w:val="29"/>
  </w:num>
  <w:num w:numId="13" w16cid:durableId="77144080">
    <w:abstractNumId w:val="21"/>
  </w:num>
  <w:num w:numId="14" w16cid:durableId="930434149">
    <w:abstractNumId w:val="11"/>
  </w:num>
  <w:num w:numId="15" w16cid:durableId="1144158178">
    <w:abstractNumId w:val="9"/>
  </w:num>
  <w:num w:numId="16" w16cid:durableId="2123259987">
    <w:abstractNumId w:val="10"/>
  </w:num>
  <w:num w:numId="17" w16cid:durableId="1716393509">
    <w:abstractNumId w:val="15"/>
  </w:num>
  <w:num w:numId="18" w16cid:durableId="1703625128">
    <w:abstractNumId w:val="22"/>
  </w:num>
  <w:num w:numId="19" w16cid:durableId="968121454">
    <w:abstractNumId w:val="4"/>
  </w:num>
  <w:num w:numId="20" w16cid:durableId="746223828">
    <w:abstractNumId w:val="17"/>
  </w:num>
  <w:num w:numId="21" w16cid:durableId="352654024">
    <w:abstractNumId w:val="6"/>
  </w:num>
  <w:num w:numId="22" w16cid:durableId="313917915">
    <w:abstractNumId w:val="28"/>
  </w:num>
  <w:num w:numId="23" w16cid:durableId="295257936">
    <w:abstractNumId w:val="34"/>
  </w:num>
  <w:num w:numId="24" w16cid:durableId="655498430">
    <w:abstractNumId w:val="18"/>
  </w:num>
  <w:num w:numId="25" w16cid:durableId="253324762">
    <w:abstractNumId w:val="13"/>
  </w:num>
  <w:num w:numId="26" w16cid:durableId="161899883">
    <w:abstractNumId w:val="26"/>
  </w:num>
  <w:num w:numId="27" w16cid:durableId="1705132584">
    <w:abstractNumId w:val="30"/>
  </w:num>
  <w:num w:numId="28" w16cid:durableId="1908108662">
    <w:abstractNumId w:val="12"/>
  </w:num>
  <w:num w:numId="29" w16cid:durableId="814033940">
    <w:abstractNumId w:val="16"/>
  </w:num>
  <w:num w:numId="30" w16cid:durableId="1561676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6735229">
    <w:abstractNumId w:val="33"/>
  </w:num>
  <w:num w:numId="32" w16cid:durableId="3011522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22790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0811233">
    <w:abstractNumId w:val="8"/>
  </w:num>
  <w:num w:numId="35" w16cid:durableId="1642152355">
    <w:abstractNumId w:val="32"/>
  </w:num>
  <w:num w:numId="36" w16cid:durableId="1214807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0E52"/>
    <w:rsid w:val="000174EA"/>
    <w:rsid w:val="00027A15"/>
    <w:rsid w:val="000364DF"/>
    <w:rsid w:val="000366AB"/>
    <w:rsid w:val="00041B05"/>
    <w:rsid w:val="00061F20"/>
    <w:rsid w:val="00080D83"/>
    <w:rsid w:val="000A3836"/>
    <w:rsid w:val="000B0D8A"/>
    <w:rsid w:val="000C6705"/>
    <w:rsid w:val="000D283E"/>
    <w:rsid w:val="000D4F0B"/>
    <w:rsid w:val="000F6DEC"/>
    <w:rsid w:val="00120BC8"/>
    <w:rsid w:val="00124D4A"/>
    <w:rsid w:val="001304E7"/>
    <w:rsid w:val="00130B23"/>
    <w:rsid w:val="001520FF"/>
    <w:rsid w:val="00180AEF"/>
    <w:rsid w:val="00182C9F"/>
    <w:rsid w:val="001838D7"/>
    <w:rsid w:val="001855F5"/>
    <w:rsid w:val="00186888"/>
    <w:rsid w:val="001A02A1"/>
    <w:rsid w:val="001A081C"/>
    <w:rsid w:val="001A3D33"/>
    <w:rsid w:val="001B210F"/>
    <w:rsid w:val="001B7DBD"/>
    <w:rsid w:val="001D059A"/>
    <w:rsid w:val="001E118E"/>
    <w:rsid w:val="00231B62"/>
    <w:rsid w:val="00241C1F"/>
    <w:rsid w:val="002425AE"/>
    <w:rsid w:val="00245A20"/>
    <w:rsid w:val="002529E4"/>
    <w:rsid w:val="00256009"/>
    <w:rsid w:val="002C6347"/>
    <w:rsid w:val="002F74EA"/>
    <w:rsid w:val="0030175B"/>
    <w:rsid w:val="00315901"/>
    <w:rsid w:val="00317F7F"/>
    <w:rsid w:val="00320AAC"/>
    <w:rsid w:val="00325198"/>
    <w:rsid w:val="00350688"/>
    <w:rsid w:val="003526F5"/>
    <w:rsid w:val="0035482A"/>
    <w:rsid w:val="003619F2"/>
    <w:rsid w:val="00365820"/>
    <w:rsid w:val="0036628B"/>
    <w:rsid w:val="003868DC"/>
    <w:rsid w:val="0039481F"/>
    <w:rsid w:val="0039693E"/>
    <w:rsid w:val="003C554F"/>
    <w:rsid w:val="003E29EC"/>
    <w:rsid w:val="0040149C"/>
    <w:rsid w:val="00411C0E"/>
    <w:rsid w:val="00414478"/>
    <w:rsid w:val="00440CC4"/>
    <w:rsid w:val="00442EDC"/>
    <w:rsid w:val="004430F4"/>
    <w:rsid w:val="00464281"/>
    <w:rsid w:val="004835A6"/>
    <w:rsid w:val="0048403D"/>
    <w:rsid w:val="00492BD3"/>
    <w:rsid w:val="0049437B"/>
    <w:rsid w:val="004B38AD"/>
    <w:rsid w:val="004B6CE3"/>
    <w:rsid w:val="004B70BD"/>
    <w:rsid w:val="004C303B"/>
    <w:rsid w:val="004D225F"/>
    <w:rsid w:val="004F2005"/>
    <w:rsid w:val="00517AAD"/>
    <w:rsid w:val="0052111D"/>
    <w:rsid w:val="005266B7"/>
    <w:rsid w:val="00530106"/>
    <w:rsid w:val="005760A9"/>
    <w:rsid w:val="00587D71"/>
    <w:rsid w:val="00594464"/>
    <w:rsid w:val="0061443A"/>
    <w:rsid w:val="0061767F"/>
    <w:rsid w:val="00622781"/>
    <w:rsid w:val="00632A8E"/>
    <w:rsid w:val="006339F9"/>
    <w:rsid w:val="00640BFF"/>
    <w:rsid w:val="006527C4"/>
    <w:rsid w:val="0066032A"/>
    <w:rsid w:val="00665A91"/>
    <w:rsid w:val="0069621B"/>
    <w:rsid w:val="006A17DC"/>
    <w:rsid w:val="006B4267"/>
    <w:rsid w:val="006F0C63"/>
    <w:rsid w:val="006F209E"/>
    <w:rsid w:val="00727F94"/>
    <w:rsid w:val="007337EB"/>
    <w:rsid w:val="00733A90"/>
    <w:rsid w:val="00745D18"/>
    <w:rsid w:val="00776530"/>
    <w:rsid w:val="00791E8E"/>
    <w:rsid w:val="007A0109"/>
    <w:rsid w:val="007A115A"/>
    <w:rsid w:val="007B2500"/>
    <w:rsid w:val="007B5688"/>
    <w:rsid w:val="007D61D6"/>
    <w:rsid w:val="007E1B19"/>
    <w:rsid w:val="007F3623"/>
    <w:rsid w:val="00817357"/>
    <w:rsid w:val="00827311"/>
    <w:rsid w:val="00834BB4"/>
    <w:rsid w:val="00835187"/>
    <w:rsid w:val="00873501"/>
    <w:rsid w:val="00876326"/>
    <w:rsid w:val="0088552B"/>
    <w:rsid w:val="00891BE3"/>
    <w:rsid w:val="008945D9"/>
    <w:rsid w:val="00896D0F"/>
    <w:rsid w:val="008A1120"/>
    <w:rsid w:val="008C3E48"/>
    <w:rsid w:val="008C52E2"/>
    <w:rsid w:val="008C587C"/>
    <w:rsid w:val="00941260"/>
    <w:rsid w:val="00956363"/>
    <w:rsid w:val="00960E89"/>
    <w:rsid w:val="009706FB"/>
    <w:rsid w:val="009726FB"/>
    <w:rsid w:val="00993D54"/>
    <w:rsid w:val="009A4ACC"/>
    <w:rsid w:val="009B4A7B"/>
    <w:rsid w:val="009B4D13"/>
    <w:rsid w:val="009C7EFB"/>
    <w:rsid w:val="009D71C1"/>
    <w:rsid w:val="009F2CF0"/>
    <w:rsid w:val="00A0160D"/>
    <w:rsid w:val="00A04690"/>
    <w:rsid w:val="00A2686F"/>
    <w:rsid w:val="00A32656"/>
    <w:rsid w:val="00A40DD3"/>
    <w:rsid w:val="00A41F00"/>
    <w:rsid w:val="00A830EB"/>
    <w:rsid w:val="00A8311B"/>
    <w:rsid w:val="00AD1EFE"/>
    <w:rsid w:val="00AD51FC"/>
    <w:rsid w:val="00AD7E56"/>
    <w:rsid w:val="00B01F08"/>
    <w:rsid w:val="00B1095D"/>
    <w:rsid w:val="00B16E8F"/>
    <w:rsid w:val="00B2442F"/>
    <w:rsid w:val="00B30401"/>
    <w:rsid w:val="00B470D8"/>
    <w:rsid w:val="00B51AAC"/>
    <w:rsid w:val="00B53DD7"/>
    <w:rsid w:val="00B658F0"/>
    <w:rsid w:val="00B6637D"/>
    <w:rsid w:val="00B67805"/>
    <w:rsid w:val="00B82B3F"/>
    <w:rsid w:val="00BA6D6E"/>
    <w:rsid w:val="00BA78F0"/>
    <w:rsid w:val="00BB76D0"/>
    <w:rsid w:val="00BC363C"/>
    <w:rsid w:val="00BE00D7"/>
    <w:rsid w:val="00C01FD7"/>
    <w:rsid w:val="00C12948"/>
    <w:rsid w:val="00C268A0"/>
    <w:rsid w:val="00C377A0"/>
    <w:rsid w:val="00C57BB1"/>
    <w:rsid w:val="00C62C0B"/>
    <w:rsid w:val="00C62C24"/>
    <w:rsid w:val="00C635B6"/>
    <w:rsid w:val="00C67794"/>
    <w:rsid w:val="00C91B8B"/>
    <w:rsid w:val="00C97BA2"/>
    <w:rsid w:val="00CA3570"/>
    <w:rsid w:val="00CA5CBD"/>
    <w:rsid w:val="00CE005B"/>
    <w:rsid w:val="00D0361A"/>
    <w:rsid w:val="00D1150B"/>
    <w:rsid w:val="00D30ADD"/>
    <w:rsid w:val="00D405F2"/>
    <w:rsid w:val="00D43666"/>
    <w:rsid w:val="00D43A0D"/>
    <w:rsid w:val="00D46432"/>
    <w:rsid w:val="00D46867"/>
    <w:rsid w:val="00D47EC2"/>
    <w:rsid w:val="00D526F3"/>
    <w:rsid w:val="00D57724"/>
    <w:rsid w:val="00D90826"/>
    <w:rsid w:val="00DA2034"/>
    <w:rsid w:val="00DB5860"/>
    <w:rsid w:val="00DC733E"/>
    <w:rsid w:val="00DE5229"/>
    <w:rsid w:val="00DF0C1F"/>
    <w:rsid w:val="00DF57BE"/>
    <w:rsid w:val="00E06500"/>
    <w:rsid w:val="00E413F1"/>
    <w:rsid w:val="00E539C6"/>
    <w:rsid w:val="00E54E8E"/>
    <w:rsid w:val="00E57060"/>
    <w:rsid w:val="00E60EA4"/>
    <w:rsid w:val="00E64D96"/>
    <w:rsid w:val="00E664A4"/>
    <w:rsid w:val="00E80169"/>
    <w:rsid w:val="00E81ADD"/>
    <w:rsid w:val="00E87616"/>
    <w:rsid w:val="00E90759"/>
    <w:rsid w:val="00E97D35"/>
    <w:rsid w:val="00EA5C16"/>
    <w:rsid w:val="00EC18EB"/>
    <w:rsid w:val="00EC465F"/>
    <w:rsid w:val="00EE184E"/>
    <w:rsid w:val="00EE526B"/>
    <w:rsid w:val="00EE7CDF"/>
    <w:rsid w:val="00EF000D"/>
    <w:rsid w:val="00EF074C"/>
    <w:rsid w:val="00EF1014"/>
    <w:rsid w:val="00F02994"/>
    <w:rsid w:val="00F100FE"/>
    <w:rsid w:val="00F31412"/>
    <w:rsid w:val="00F44B9B"/>
    <w:rsid w:val="00F5032F"/>
    <w:rsid w:val="00F50C6E"/>
    <w:rsid w:val="00F545A3"/>
    <w:rsid w:val="00F56288"/>
    <w:rsid w:val="00F76E92"/>
    <w:rsid w:val="00F83EE2"/>
    <w:rsid w:val="00F9453C"/>
    <w:rsid w:val="00FA1940"/>
    <w:rsid w:val="00FA6128"/>
    <w:rsid w:val="00FA7251"/>
    <w:rsid w:val="00FB1502"/>
    <w:rsid w:val="00FB5706"/>
    <w:rsid w:val="00FB7887"/>
    <w:rsid w:val="00FC0E28"/>
    <w:rsid w:val="00FC1A1C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Akapit z listą BS,CW_Lista,Colorful List Accent 1,List Paragraph,Akapit z listą4,Średnia siatka 1 — akcent 21,sw tekst,L1,Numerowanie,Akapit z listą5,T_SZ_List Paragraph,normalny tekst,Kolorowa lista — akcent 1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rsid w:val="00FA19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1940"/>
    <w:rPr>
      <w:rFonts w:ascii="Arial" w:hAnsi="Aria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FA1940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L1 Znak,Numerowanie Znak,Akapit z listą5 Znak,T_SZ_List Paragraph Znak"/>
    <w:basedOn w:val="Domylnaczcionkaakapitu"/>
    <w:link w:val="Akapitzlist"/>
    <w:uiPriority w:val="34"/>
    <w:qFormat/>
    <w:rsid w:val="00D405F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4D7D506-9D94-44D8-B4CC-35EFAC28883E}"/>
</file>

<file path=customXml/itemProps3.xml><?xml version="1.0" encoding="utf-8"?>
<ds:datastoreItem xmlns:ds="http://schemas.openxmlformats.org/officeDocument/2006/customXml" ds:itemID="{F0C2D2CA-1409-4D04-9AB3-6107A9EBAA8B}"/>
</file>

<file path=customXml/itemProps4.xml><?xml version="1.0" encoding="utf-8"?>
<ds:datastoreItem xmlns:ds="http://schemas.openxmlformats.org/officeDocument/2006/customXml" ds:itemID="{85FF3D57-BBBE-4050-A9F9-00F9F5DB7C31}"/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Magorzata Pach</cp:lastModifiedBy>
  <cp:revision>2</cp:revision>
  <cp:lastPrinted>2025-03-26T14:18:00Z</cp:lastPrinted>
  <dcterms:created xsi:type="dcterms:W3CDTF">2025-08-06T12:45:00Z</dcterms:created>
  <dcterms:modified xsi:type="dcterms:W3CDTF">2025-08-06T12:45:00Z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</Properties>
</file>